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113FC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325"/>
      </w:tblGrid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8867AA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473696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  <w:r w:rsidRPr="00BB76E0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BB76E0" w:rsidRPr="00BB76E0" w:rsidTr="00BB76E0">
        <w:tc>
          <w:tcPr>
            <w:tcW w:w="10173" w:type="dxa"/>
          </w:tcPr>
          <w:p w:rsidR="00BB76E0" w:rsidRPr="00BB76E0" w:rsidRDefault="00BB76E0" w:rsidP="00BB76E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BB76E0" w:rsidRPr="00BB76E0" w:rsidRDefault="00C113FC" w:rsidP="00BB76E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416</w:t>
            </w:r>
            <w:bookmarkStart w:id="0" w:name="_GoBack"/>
            <w:bookmarkEnd w:id="0"/>
          </w:p>
        </w:tc>
      </w:tr>
    </w:tbl>
    <w:p w:rsidR="00BB76E0" w:rsidRDefault="00BB76E0" w:rsidP="00BB76E0">
      <w:pPr>
        <w:rPr>
          <w:rFonts w:ascii="Times New Roman" w:hAnsi="Times New Roman"/>
          <w:sz w:val="28"/>
          <w:szCs w:val="28"/>
        </w:rPr>
      </w:pPr>
    </w:p>
    <w:p w:rsidR="00606081" w:rsidRPr="008867AA" w:rsidRDefault="00606081" w:rsidP="00BB76E0">
      <w:pPr>
        <w:rPr>
          <w:rFonts w:ascii="Times New Roman" w:hAnsi="Times New Roman"/>
          <w:sz w:val="28"/>
          <w:szCs w:val="28"/>
        </w:rPr>
      </w:pPr>
    </w:p>
    <w:p w:rsidR="00D4261B" w:rsidRDefault="00D4261B" w:rsidP="00BB76E0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350158">
        <w:rPr>
          <w:rFonts w:ascii="Times New Roman" w:eastAsia="Calibri" w:hAnsi="Times New Roman"/>
          <w:sz w:val="28"/>
          <w:szCs w:val="28"/>
          <w:lang w:eastAsia="en-US"/>
        </w:rPr>
        <w:t>«5. Система программных мероприятий</w:t>
      </w:r>
    </w:p>
    <w:p w:rsidR="00814AF2" w:rsidRPr="00E55BE1" w:rsidRDefault="00814AF2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5"/>
        <w:gridCol w:w="710"/>
        <w:gridCol w:w="708"/>
        <w:gridCol w:w="709"/>
        <w:gridCol w:w="708"/>
        <w:gridCol w:w="709"/>
        <w:gridCol w:w="709"/>
        <w:gridCol w:w="709"/>
        <w:gridCol w:w="2126"/>
      </w:tblGrid>
      <w:tr w:rsidR="00183801" w:rsidRPr="00104AA5" w:rsidTr="0018380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 </w:t>
            </w:r>
          </w:p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/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Главные распорядители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E55BE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Исполнители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Источник финан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-сиро</w:t>
            </w: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4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Объемы финансирования, тыс. руб.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Ожидаемый результат</w:t>
            </w:r>
          </w:p>
        </w:tc>
      </w:tr>
      <w:tr w:rsidR="00183801" w:rsidRPr="00104AA5" w:rsidTr="0018380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814AF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183801" w:rsidRPr="00104AA5" w:rsidTr="00183801">
        <w:trPr>
          <w:trHeight w:val="2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104A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83801" w:rsidRPr="00104AA5" w:rsidRDefault="00183801" w:rsidP="003D2FC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D4261B" w:rsidRPr="00814AF2" w:rsidRDefault="00D4261B" w:rsidP="00D4261B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"/>
          <w:szCs w:val="2"/>
          <w:lang w:eastAsia="en-US"/>
        </w:rPr>
      </w:pPr>
    </w:p>
    <w:tbl>
      <w:tblPr>
        <w:tblW w:w="14601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9"/>
        <w:gridCol w:w="1701"/>
        <w:gridCol w:w="1701"/>
        <w:gridCol w:w="1275"/>
        <w:gridCol w:w="710"/>
        <w:gridCol w:w="708"/>
        <w:gridCol w:w="709"/>
        <w:gridCol w:w="708"/>
        <w:gridCol w:w="709"/>
        <w:gridCol w:w="709"/>
        <w:gridCol w:w="709"/>
        <w:gridCol w:w="2126"/>
      </w:tblGrid>
      <w:tr w:rsidR="00183801" w:rsidRPr="00606081" w:rsidTr="00606081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</w:t>
            </w:r>
          </w:p>
        </w:tc>
      </w:tr>
      <w:tr w:rsidR="00183801" w:rsidRPr="00606081" w:rsidTr="00606081">
        <w:trPr>
          <w:cantSplit/>
          <w:trHeight w:val="44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outlineLvl w:val="0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Задача 1.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769952,75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BE630D" w:rsidP="00BE630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149955,75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E630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  <w:r w:rsidR="00BE630D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8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E630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  <w:r w:rsidR="00BE630D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606081" w:rsidRDefault="00183801" w:rsidP="00BE630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  <w:r w:rsidR="00BE630D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реализация не менее </w:t>
            </w:r>
            <w:r w:rsidR="006D6A1C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475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проектов местных инициатив;</w:t>
            </w:r>
          </w:p>
          <w:p w:rsidR="00183801" w:rsidRPr="00606081" w:rsidRDefault="00183801" w:rsidP="00183801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доведение количества ТОС, учрежденных на территории Рязанской области, до 1</w:t>
            </w:r>
            <w:r w:rsidR="006D6A1C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0;</w:t>
            </w:r>
          </w:p>
          <w:p w:rsidR="008F79E4" w:rsidRDefault="00183801" w:rsidP="006D6A1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606081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оказание поддержки не менее </w:t>
            </w:r>
          </w:p>
          <w:p w:rsidR="00183801" w:rsidRPr="00606081" w:rsidRDefault="006D6A1C" w:rsidP="006D6A1C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hAnsi="Times New Roman"/>
                <w:spacing w:val="-2"/>
                <w:sz w:val="24"/>
                <w:szCs w:val="24"/>
              </w:rPr>
              <w:t>20</w:t>
            </w:r>
            <w:r w:rsidR="00183801" w:rsidRPr="00606081">
              <w:rPr>
                <w:rFonts w:ascii="Times New Roman" w:hAnsi="Times New Roman"/>
                <w:spacing w:val="-2"/>
                <w:sz w:val="24"/>
                <w:szCs w:val="24"/>
              </w:rPr>
              <w:t>0 старостам</w:t>
            </w:r>
            <w:r w:rsidR="0018380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сельских населенных пунктов Рязанской области</w:t>
            </w: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lastRenderedPageBreak/>
              <w:t>1.1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817D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Предоставление субсидий бюджетам муниципальных образований</w:t>
            </w:r>
            <w:r w:rsidR="00B817D7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Рязанской области 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на выполнение мероприятий муниципальных программ (подпрограмм), направленных на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BE630D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754700,0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127450,0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BE630D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177450,0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BE630D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147450,0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E630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</w:t>
            </w:r>
            <w:r w:rsidR="00BE630D"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</w:t>
            </w: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7450,0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29417F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Проведение тематических семинаров, курсов, тренингов, научно-практических конференций с представителями органов местного самоуправления, общественности по вопросам реализации проектов местных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инициатив и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6060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60608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-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9D38FB" w:rsidP="00BE630D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3595,</w:t>
            </w:r>
            <w:r w:rsidR="00183801"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397,0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9D38F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698,</w:t>
            </w:r>
            <w:r w:rsidR="00183801"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700,0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Изготовление, размещение социальной рекламы, рекламно-информационных материалов, направленных на вовлечение населения в реализацию проектов местных инициатив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BE630D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2000</w:t>
            </w:r>
            <w:r w:rsidR="00183801"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Проведение областных конкурсов, направленных на содействие участию населения в осуществлении</w:t>
            </w:r>
            <w:r w:rsidR="0029417F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29417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по делам территорий и информацион-ной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29417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по делам территорий и информацион-ной политике Рязанской области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BE630D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6600</w:t>
            </w:r>
            <w:r w:rsidR="00183801"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E17451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Издание информационных материалов по вопросам развития территориального общественного самоуправления и иных форм участия населения в осуществлении местного самоуправления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9D38FB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857,75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9D38FB" w:rsidP="009D38F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107,75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183801" w:rsidRPr="00606081" w:rsidTr="00606081">
        <w:trPr>
          <w:cantSplit/>
          <w:trHeight w:val="113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817D7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Предоставление субсидий бюджетам муниципальных образований</w:t>
            </w:r>
            <w:r w:rsidR="00B817D7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Рязанской области </w:t>
            </w: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на выполнение мероприятий муниципальных программ </w:t>
            </w:r>
            <w:r w:rsid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 xml:space="preserve"> </w:t>
            </w:r>
            <w:r w:rsidR="00606081"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(подпрограмм), направленных на обеспечение гарантий деятельности старост сельских населенных пунктов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министерство по делам территорий и информацион-ной политике Рязанской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BE630D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2200</w:t>
            </w:r>
            <w:r w:rsidR="00183801"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BB76E0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3801" w:rsidRPr="009D38FB" w:rsidRDefault="00183801" w:rsidP="00183801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550,0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3801" w:rsidRPr="00606081" w:rsidRDefault="00183801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  <w:tr w:rsidR="009D38FB" w:rsidRPr="00606081" w:rsidTr="009D38FB">
        <w:trPr>
          <w:cantSplit/>
          <w:trHeight w:val="14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D38FB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D38FB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Итого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D38FB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D38FB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D38FB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606081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769952,75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9997,0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130000,0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149955,75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180000,0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9D38FB" w:rsidRPr="009D38FB" w:rsidRDefault="009D38FB" w:rsidP="00517BA8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9D38FB"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  <w:t>150000,0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9D38FB" w:rsidRPr="00606081" w:rsidRDefault="009D38FB" w:rsidP="00BB76E0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4"/>
                <w:szCs w:val="24"/>
                <w:lang w:eastAsia="en-US"/>
              </w:rPr>
            </w:pPr>
          </w:p>
        </w:tc>
      </w:tr>
    </w:tbl>
    <w:p w:rsidR="00E55BE1" w:rsidRPr="00BB76E0" w:rsidRDefault="00E55BE1" w:rsidP="00D4261B">
      <w:pPr>
        <w:pStyle w:val="ConsPlusNormal"/>
        <w:jc w:val="center"/>
        <w:outlineLvl w:val="2"/>
        <w:rPr>
          <w:rFonts w:ascii="Times New Roman" w:eastAsia="Calibri" w:hAnsi="Times New Roman"/>
          <w:sz w:val="12"/>
          <w:szCs w:val="12"/>
          <w:lang w:eastAsia="en-US"/>
        </w:rPr>
      </w:pPr>
    </w:p>
    <w:p w:rsidR="00411AC4" w:rsidRPr="002F2899" w:rsidRDefault="00E55BE1" w:rsidP="00BB76E0">
      <w:pPr>
        <w:pStyle w:val="ConsPlusNormal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D4261B" w:rsidRPr="00350158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</w:t>
      </w:r>
      <w:r w:rsidR="00D4261B">
        <w:rPr>
          <w:rFonts w:ascii="Times New Roman" w:eastAsia="Calibri" w:hAnsi="Times New Roman"/>
          <w:sz w:val="24"/>
          <w:szCs w:val="24"/>
          <w:lang w:eastAsia="en-US"/>
        </w:rPr>
        <w:t>тике Рязанской области.»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sectPr w:rsidR="00411AC4" w:rsidRPr="002F2899" w:rsidSect="00C113FC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065" w:rsidRDefault="00FF3065">
      <w:r>
        <w:separator/>
      </w:r>
    </w:p>
  </w:endnote>
  <w:endnote w:type="continuationSeparator" w:id="0">
    <w:p w:rsidR="00FF3065" w:rsidRDefault="00FF3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D966DD">
          <w:pPr>
            <w:pStyle w:val="a6"/>
          </w:pPr>
          <w:r>
            <w:rPr>
              <w:noProof/>
            </w:rPr>
            <w:drawing>
              <wp:inline distT="0" distB="0" distL="0" distR="0" wp14:anchorId="63210BDC" wp14:editId="05D0ECF0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D966DD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B1E69E3" wp14:editId="18D0F3DF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C113FC" w:rsidP="004B037F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4799  18.12.2019 15:29:05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065" w:rsidRDefault="00FF3065">
      <w:r>
        <w:separator/>
      </w:r>
    </w:p>
  </w:footnote>
  <w:footnote w:type="continuationSeparator" w:id="0">
    <w:p w:rsidR="00FF3065" w:rsidRDefault="00FF3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5E39C1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5E39C1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113FC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+9ibj/J0bJPtryP0bzZVBCjtfuQ=" w:salt="+C9TZxXXjF8YkOI0XtYnA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1360F"/>
    <w:rsid w:val="00017AC7"/>
    <w:rsid w:val="00020E0B"/>
    <w:rsid w:val="000331B3"/>
    <w:rsid w:val="00033413"/>
    <w:rsid w:val="000363A1"/>
    <w:rsid w:val="00037C0C"/>
    <w:rsid w:val="00037FA7"/>
    <w:rsid w:val="000502A3"/>
    <w:rsid w:val="00056DEB"/>
    <w:rsid w:val="00073A7A"/>
    <w:rsid w:val="00076C1D"/>
    <w:rsid w:val="00076D5E"/>
    <w:rsid w:val="00084DD3"/>
    <w:rsid w:val="000917C0"/>
    <w:rsid w:val="000A18FC"/>
    <w:rsid w:val="000A6887"/>
    <w:rsid w:val="000B0736"/>
    <w:rsid w:val="000C3626"/>
    <w:rsid w:val="000D6104"/>
    <w:rsid w:val="000D6582"/>
    <w:rsid w:val="000E67B6"/>
    <w:rsid w:val="0010304A"/>
    <w:rsid w:val="00103516"/>
    <w:rsid w:val="00104AA5"/>
    <w:rsid w:val="00107D82"/>
    <w:rsid w:val="00114B94"/>
    <w:rsid w:val="00120B41"/>
    <w:rsid w:val="00122CFD"/>
    <w:rsid w:val="0013559F"/>
    <w:rsid w:val="0014676A"/>
    <w:rsid w:val="00151370"/>
    <w:rsid w:val="00157A54"/>
    <w:rsid w:val="00162E72"/>
    <w:rsid w:val="00175BE5"/>
    <w:rsid w:val="00183801"/>
    <w:rsid w:val="001850F4"/>
    <w:rsid w:val="00190FF9"/>
    <w:rsid w:val="001947BE"/>
    <w:rsid w:val="001A1CA4"/>
    <w:rsid w:val="001A4AC5"/>
    <w:rsid w:val="001A560F"/>
    <w:rsid w:val="001B0982"/>
    <w:rsid w:val="001B32BA"/>
    <w:rsid w:val="001B5CFB"/>
    <w:rsid w:val="001E0317"/>
    <w:rsid w:val="001E20F1"/>
    <w:rsid w:val="001E7B78"/>
    <w:rsid w:val="001F12E8"/>
    <w:rsid w:val="001F228C"/>
    <w:rsid w:val="001F346E"/>
    <w:rsid w:val="001F64B8"/>
    <w:rsid w:val="001F7C83"/>
    <w:rsid w:val="00201795"/>
    <w:rsid w:val="00203046"/>
    <w:rsid w:val="00205AB5"/>
    <w:rsid w:val="00224DBA"/>
    <w:rsid w:val="00231F1C"/>
    <w:rsid w:val="0023761A"/>
    <w:rsid w:val="00242DDB"/>
    <w:rsid w:val="002479A2"/>
    <w:rsid w:val="0025610F"/>
    <w:rsid w:val="0026087E"/>
    <w:rsid w:val="00261DE0"/>
    <w:rsid w:val="00262C3F"/>
    <w:rsid w:val="00265420"/>
    <w:rsid w:val="00273E02"/>
    <w:rsid w:val="00274E14"/>
    <w:rsid w:val="00280A6D"/>
    <w:rsid w:val="00286ECA"/>
    <w:rsid w:val="0029417F"/>
    <w:rsid w:val="002953B6"/>
    <w:rsid w:val="002A7A69"/>
    <w:rsid w:val="002B7A59"/>
    <w:rsid w:val="002C6B4B"/>
    <w:rsid w:val="002E3EF5"/>
    <w:rsid w:val="002E51A7"/>
    <w:rsid w:val="002E5A5F"/>
    <w:rsid w:val="002E7FDA"/>
    <w:rsid w:val="002F1E81"/>
    <w:rsid w:val="002F20FE"/>
    <w:rsid w:val="002F5553"/>
    <w:rsid w:val="002F584F"/>
    <w:rsid w:val="00310D92"/>
    <w:rsid w:val="00315B2A"/>
    <w:rsid w:val="003160CB"/>
    <w:rsid w:val="003222A3"/>
    <w:rsid w:val="00350158"/>
    <w:rsid w:val="00360A40"/>
    <w:rsid w:val="003870C2"/>
    <w:rsid w:val="003A020B"/>
    <w:rsid w:val="003A4F53"/>
    <w:rsid w:val="003C218D"/>
    <w:rsid w:val="003C6A8F"/>
    <w:rsid w:val="003D3585"/>
    <w:rsid w:val="003D3B8A"/>
    <w:rsid w:val="003D3E42"/>
    <w:rsid w:val="003D54F8"/>
    <w:rsid w:val="003E2C5A"/>
    <w:rsid w:val="003F4F5E"/>
    <w:rsid w:val="00400906"/>
    <w:rsid w:val="00406726"/>
    <w:rsid w:val="00411AC4"/>
    <w:rsid w:val="004252BC"/>
    <w:rsid w:val="0042590E"/>
    <w:rsid w:val="00437F65"/>
    <w:rsid w:val="00440B1C"/>
    <w:rsid w:val="00460170"/>
    <w:rsid w:val="00460655"/>
    <w:rsid w:val="00460FEA"/>
    <w:rsid w:val="004620CC"/>
    <w:rsid w:val="00464497"/>
    <w:rsid w:val="004734B7"/>
    <w:rsid w:val="00473696"/>
    <w:rsid w:val="00475ABD"/>
    <w:rsid w:val="00480344"/>
    <w:rsid w:val="00481B88"/>
    <w:rsid w:val="00485B4F"/>
    <w:rsid w:val="004862D1"/>
    <w:rsid w:val="004909E5"/>
    <w:rsid w:val="004A0D3A"/>
    <w:rsid w:val="004B037F"/>
    <w:rsid w:val="004B2D5A"/>
    <w:rsid w:val="004B5A50"/>
    <w:rsid w:val="004C2997"/>
    <w:rsid w:val="004C36E2"/>
    <w:rsid w:val="004D293D"/>
    <w:rsid w:val="004F44FE"/>
    <w:rsid w:val="00512A47"/>
    <w:rsid w:val="0051781F"/>
    <w:rsid w:val="00531939"/>
    <w:rsid w:val="00531C68"/>
    <w:rsid w:val="00532119"/>
    <w:rsid w:val="005335F3"/>
    <w:rsid w:val="00543C38"/>
    <w:rsid w:val="00543D2D"/>
    <w:rsid w:val="00545A3D"/>
    <w:rsid w:val="00546DBB"/>
    <w:rsid w:val="00553E0E"/>
    <w:rsid w:val="00561A5B"/>
    <w:rsid w:val="0057074C"/>
    <w:rsid w:val="00573FBF"/>
    <w:rsid w:val="00574FF3"/>
    <w:rsid w:val="00582538"/>
    <w:rsid w:val="005838EA"/>
    <w:rsid w:val="00585B94"/>
    <w:rsid w:val="00585EE1"/>
    <w:rsid w:val="00590C0E"/>
    <w:rsid w:val="005939E6"/>
    <w:rsid w:val="005A1FA3"/>
    <w:rsid w:val="005A4227"/>
    <w:rsid w:val="005B229B"/>
    <w:rsid w:val="005B3518"/>
    <w:rsid w:val="005C56AE"/>
    <w:rsid w:val="005C7449"/>
    <w:rsid w:val="005E39C1"/>
    <w:rsid w:val="005E6D99"/>
    <w:rsid w:val="005F2ADD"/>
    <w:rsid w:val="005F2C49"/>
    <w:rsid w:val="006013EB"/>
    <w:rsid w:val="0060479E"/>
    <w:rsid w:val="00604BE7"/>
    <w:rsid w:val="00606081"/>
    <w:rsid w:val="00616AED"/>
    <w:rsid w:val="00632A4F"/>
    <w:rsid w:val="00632B56"/>
    <w:rsid w:val="006351E3"/>
    <w:rsid w:val="00644236"/>
    <w:rsid w:val="00645EE5"/>
    <w:rsid w:val="006471E5"/>
    <w:rsid w:val="00671D3B"/>
    <w:rsid w:val="00684A5B"/>
    <w:rsid w:val="006967DF"/>
    <w:rsid w:val="006A1F71"/>
    <w:rsid w:val="006B6A53"/>
    <w:rsid w:val="006D6A1C"/>
    <w:rsid w:val="006F328B"/>
    <w:rsid w:val="006F5886"/>
    <w:rsid w:val="007005B3"/>
    <w:rsid w:val="00707734"/>
    <w:rsid w:val="00707E19"/>
    <w:rsid w:val="00710AD1"/>
    <w:rsid w:val="00712F7C"/>
    <w:rsid w:val="0072328A"/>
    <w:rsid w:val="007377B5"/>
    <w:rsid w:val="00746CC2"/>
    <w:rsid w:val="00754711"/>
    <w:rsid w:val="00760323"/>
    <w:rsid w:val="00765600"/>
    <w:rsid w:val="00791C9F"/>
    <w:rsid w:val="00792AAB"/>
    <w:rsid w:val="00793B47"/>
    <w:rsid w:val="007A1D0C"/>
    <w:rsid w:val="007A2A7B"/>
    <w:rsid w:val="007C0369"/>
    <w:rsid w:val="007C226B"/>
    <w:rsid w:val="007D4925"/>
    <w:rsid w:val="007D5EFF"/>
    <w:rsid w:val="007E35B7"/>
    <w:rsid w:val="007E50D5"/>
    <w:rsid w:val="007F0C8A"/>
    <w:rsid w:val="007F11AB"/>
    <w:rsid w:val="007F3E3C"/>
    <w:rsid w:val="00806FFE"/>
    <w:rsid w:val="00814368"/>
    <w:rsid w:val="008143CB"/>
    <w:rsid w:val="00814AF2"/>
    <w:rsid w:val="00816BF7"/>
    <w:rsid w:val="008233DF"/>
    <w:rsid w:val="00823CA1"/>
    <w:rsid w:val="008513B9"/>
    <w:rsid w:val="00851C6B"/>
    <w:rsid w:val="008702D3"/>
    <w:rsid w:val="00876034"/>
    <w:rsid w:val="00880FB1"/>
    <w:rsid w:val="008827E7"/>
    <w:rsid w:val="008867AA"/>
    <w:rsid w:val="008927F6"/>
    <w:rsid w:val="008960BA"/>
    <w:rsid w:val="008A1696"/>
    <w:rsid w:val="008B38F8"/>
    <w:rsid w:val="008B41EB"/>
    <w:rsid w:val="008B7B3B"/>
    <w:rsid w:val="008C58FE"/>
    <w:rsid w:val="008C7EF4"/>
    <w:rsid w:val="008E47ED"/>
    <w:rsid w:val="008E6C41"/>
    <w:rsid w:val="008F0816"/>
    <w:rsid w:val="008F20EA"/>
    <w:rsid w:val="008F6BB7"/>
    <w:rsid w:val="008F79E4"/>
    <w:rsid w:val="00900F42"/>
    <w:rsid w:val="009058DB"/>
    <w:rsid w:val="00907674"/>
    <w:rsid w:val="00910CB8"/>
    <w:rsid w:val="00932E3C"/>
    <w:rsid w:val="00947171"/>
    <w:rsid w:val="009529CA"/>
    <w:rsid w:val="009573D3"/>
    <w:rsid w:val="00971923"/>
    <w:rsid w:val="00975AEB"/>
    <w:rsid w:val="009977FF"/>
    <w:rsid w:val="009A085B"/>
    <w:rsid w:val="009A23C1"/>
    <w:rsid w:val="009A3C4C"/>
    <w:rsid w:val="009A441B"/>
    <w:rsid w:val="009B27E0"/>
    <w:rsid w:val="009C1DE6"/>
    <w:rsid w:val="009C1F0E"/>
    <w:rsid w:val="009D38FB"/>
    <w:rsid w:val="009D3E8C"/>
    <w:rsid w:val="009E3A0E"/>
    <w:rsid w:val="009F1F04"/>
    <w:rsid w:val="00A1314B"/>
    <w:rsid w:val="00A13160"/>
    <w:rsid w:val="00A137D3"/>
    <w:rsid w:val="00A13E77"/>
    <w:rsid w:val="00A3659D"/>
    <w:rsid w:val="00A42E3A"/>
    <w:rsid w:val="00A44A8F"/>
    <w:rsid w:val="00A46B5A"/>
    <w:rsid w:val="00A51D96"/>
    <w:rsid w:val="00A57DCD"/>
    <w:rsid w:val="00A75DEE"/>
    <w:rsid w:val="00A93387"/>
    <w:rsid w:val="00A9508A"/>
    <w:rsid w:val="00A96F84"/>
    <w:rsid w:val="00AB0FE5"/>
    <w:rsid w:val="00AC13DF"/>
    <w:rsid w:val="00AC23B0"/>
    <w:rsid w:val="00AC283B"/>
    <w:rsid w:val="00AC3953"/>
    <w:rsid w:val="00AC7150"/>
    <w:rsid w:val="00AE1DCA"/>
    <w:rsid w:val="00AF5F7C"/>
    <w:rsid w:val="00B01A53"/>
    <w:rsid w:val="00B02207"/>
    <w:rsid w:val="00B03403"/>
    <w:rsid w:val="00B10324"/>
    <w:rsid w:val="00B376B1"/>
    <w:rsid w:val="00B479C7"/>
    <w:rsid w:val="00B5744F"/>
    <w:rsid w:val="00B578AE"/>
    <w:rsid w:val="00B620D9"/>
    <w:rsid w:val="00B633DB"/>
    <w:rsid w:val="00B639ED"/>
    <w:rsid w:val="00B66A8C"/>
    <w:rsid w:val="00B8061C"/>
    <w:rsid w:val="00B817D7"/>
    <w:rsid w:val="00B83BA2"/>
    <w:rsid w:val="00B853AA"/>
    <w:rsid w:val="00B875BF"/>
    <w:rsid w:val="00B902BB"/>
    <w:rsid w:val="00B91F62"/>
    <w:rsid w:val="00BA67F5"/>
    <w:rsid w:val="00BB2C98"/>
    <w:rsid w:val="00BB76E0"/>
    <w:rsid w:val="00BC22B0"/>
    <w:rsid w:val="00BD0B82"/>
    <w:rsid w:val="00BD21A0"/>
    <w:rsid w:val="00BD2581"/>
    <w:rsid w:val="00BE53A6"/>
    <w:rsid w:val="00BE630D"/>
    <w:rsid w:val="00BF4F5F"/>
    <w:rsid w:val="00C04EEB"/>
    <w:rsid w:val="00C075A4"/>
    <w:rsid w:val="00C10F12"/>
    <w:rsid w:val="00C113FC"/>
    <w:rsid w:val="00C11826"/>
    <w:rsid w:val="00C37EDA"/>
    <w:rsid w:val="00C46D42"/>
    <w:rsid w:val="00C50C32"/>
    <w:rsid w:val="00C52F6A"/>
    <w:rsid w:val="00C60178"/>
    <w:rsid w:val="00C61760"/>
    <w:rsid w:val="00C63CD6"/>
    <w:rsid w:val="00C87D95"/>
    <w:rsid w:val="00C9077A"/>
    <w:rsid w:val="00C90A2B"/>
    <w:rsid w:val="00C90FF5"/>
    <w:rsid w:val="00C95CD2"/>
    <w:rsid w:val="00C96BED"/>
    <w:rsid w:val="00CA051B"/>
    <w:rsid w:val="00CB3CBE"/>
    <w:rsid w:val="00CB4FCC"/>
    <w:rsid w:val="00CF03D8"/>
    <w:rsid w:val="00CF2284"/>
    <w:rsid w:val="00D015D5"/>
    <w:rsid w:val="00D03D68"/>
    <w:rsid w:val="00D16629"/>
    <w:rsid w:val="00D266DD"/>
    <w:rsid w:val="00D30614"/>
    <w:rsid w:val="00D32B04"/>
    <w:rsid w:val="00D3453F"/>
    <w:rsid w:val="00D374E7"/>
    <w:rsid w:val="00D4261B"/>
    <w:rsid w:val="00D63949"/>
    <w:rsid w:val="00D652E7"/>
    <w:rsid w:val="00D77BCF"/>
    <w:rsid w:val="00D84394"/>
    <w:rsid w:val="00D9051D"/>
    <w:rsid w:val="00D95E55"/>
    <w:rsid w:val="00D966DD"/>
    <w:rsid w:val="00DB348B"/>
    <w:rsid w:val="00DB3664"/>
    <w:rsid w:val="00DB5402"/>
    <w:rsid w:val="00DC16FB"/>
    <w:rsid w:val="00DC4A65"/>
    <w:rsid w:val="00DC4F66"/>
    <w:rsid w:val="00DF5BD8"/>
    <w:rsid w:val="00E10B44"/>
    <w:rsid w:val="00E11F02"/>
    <w:rsid w:val="00E144DE"/>
    <w:rsid w:val="00E20036"/>
    <w:rsid w:val="00E23A75"/>
    <w:rsid w:val="00E2726B"/>
    <w:rsid w:val="00E27C13"/>
    <w:rsid w:val="00E37801"/>
    <w:rsid w:val="00E46EAA"/>
    <w:rsid w:val="00E5038C"/>
    <w:rsid w:val="00E50B69"/>
    <w:rsid w:val="00E5298B"/>
    <w:rsid w:val="00E55BE1"/>
    <w:rsid w:val="00E56EFB"/>
    <w:rsid w:val="00E6458F"/>
    <w:rsid w:val="00E7242D"/>
    <w:rsid w:val="00E87E25"/>
    <w:rsid w:val="00E92FF1"/>
    <w:rsid w:val="00EA04F1"/>
    <w:rsid w:val="00EA2B41"/>
    <w:rsid w:val="00EA2FD3"/>
    <w:rsid w:val="00EB7CE9"/>
    <w:rsid w:val="00EC433F"/>
    <w:rsid w:val="00EC6031"/>
    <w:rsid w:val="00EC7250"/>
    <w:rsid w:val="00ED1FDE"/>
    <w:rsid w:val="00ED2887"/>
    <w:rsid w:val="00F06EFB"/>
    <w:rsid w:val="00F1529E"/>
    <w:rsid w:val="00F16F07"/>
    <w:rsid w:val="00F24857"/>
    <w:rsid w:val="00F45975"/>
    <w:rsid w:val="00F45B7C"/>
    <w:rsid w:val="00F45FCE"/>
    <w:rsid w:val="00F54EC9"/>
    <w:rsid w:val="00F9334F"/>
    <w:rsid w:val="00F97D7F"/>
    <w:rsid w:val="00FA122C"/>
    <w:rsid w:val="00FA3B95"/>
    <w:rsid w:val="00FB2C8F"/>
    <w:rsid w:val="00FC1278"/>
    <w:rsid w:val="00FC571E"/>
    <w:rsid w:val="00FC6BEA"/>
    <w:rsid w:val="00FE370D"/>
    <w:rsid w:val="00FE7735"/>
    <w:rsid w:val="00FF2DC2"/>
    <w:rsid w:val="00FF3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53"/>
    <w:rPr>
      <w:rFonts w:ascii="TimesET" w:hAnsi="TimesET"/>
    </w:rPr>
  </w:style>
  <w:style w:type="paragraph" w:styleId="1">
    <w:name w:val="heading 1"/>
    <w:basedOn w:val="a"/>
    <w:next w:val="a"/>
    <w:qFormat/>
    <w:rsid w:val="003A4F53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3A4F53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3A4F53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3A4F53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3A4F53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A4F53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3A4F53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3A4F53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CF8E1B-C403-4551-A311-CE6B1A160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</TotalTime>
  <Pages>5</Pages>
  <Words>577</Words>
  <Characters>4400</Characters>
  <Application>Microsoft Office Word</Application>
  <DocSecurity>0</DocSecurity>
  <Lines>488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5</cp:revision>
  <cp:lastPrinted>2019-10-07T08:57:00Z</cp:lastPrinted>
  <dcterms:created xsi:type="dcterms:W3CDTF">2019-12-04T09:33:00Z</dcterms:created>
  <dcterms:modified xsi:type="dcterms:W3CDTF">2019-12-18T12:29:00Z</dcterms:modified>
</cp:coreProperties>
</file>